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A012F" w14:paraId="6ABAF180" w14:textId="77777777" w:rsidTr="00146EEC">
        <w:tc>
          <w:tcPr>
            <w:tcW w:w="2689" w:type="dxa"/>
          </w:tcPr>
          <w:p w14:paraId="73691BFE" w14:textId="27464F26" w:rsidR="008A012F" w:rsidRPr="00D72783" w:rsidRDefault="008A012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rPr>
                <w:rStyle w:val="SITemporaryText-blue"/>
                <w:color w:val="auto"/>
                <w:sz w:val="20"/>
              </w:rPr>
              <w:t>Release 1</w:t>
            </w:r>
          </w:p>
        </w:tc>
        <w:tc>
          <w:tcPr>
            <w:tcW w:w="6939" w:type="dxa"/>
          </w:tcPr>
          <w:p w14:paraId="2263D3A4" w14:textId="7933831F" w:rsidR="008A012F" w:rsidRPr="00D72783" w:rsidRDefault="008A012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72783" w:rsidRPr="00D72783">
              <w:t xml:space="preserve">AHC Agriculture, Horticulture and Conservation and Land Management </w:t>
            </w:r>
            <w:r w:rsidRPr="00D72783">
              <w:rPr>
                <w:rStyle w:val="SITemporaryText-blue"/>
                <w:color w:val="auto"/>
                <w:sz w:val="20"/>
              </w:rPr>
              <w:t xml:space="preserve">Training Package Version </w:t>
            </w:r>
            <w:r w:rsidR="00D72783" w:rsidRPr="00D72783">
              <w:rPr>
                <w:rStyle w:val="SITemporaryText-blue"/>
                <w:color w:val="auto"/>
                <w:sz w:val="20"/>
              </w:rPr>
              <w:t>8</w:t>
            </w:r>
            <w:r w:rsidRPr="00D72783">
              <w:rPr>
                <w:rStyle w:val="SITemporaryText-blue"/>
                <w:color w:val="auto"/>
                <w:sz w:val="20"/>
              </w:rPr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436E33CF" w:rsidR="00F1480E" w:rsidRPr="005404CB" w:rsidRDefault="00E17A92" w:rsidP="005404CB">
            <w:pPr>
              <w:pStyle w:val="SIUNITCODE"/>
            </w:pPr>
            <w:r>
              <w:t>AHC</w:t>
            </w:r>
            <w:r w:rsidR="00215967">
              <w:t>WRK</w:t>
            </w:r>
            <w:r w:rsidR="008E225E">
              <w:t>3</w:t>
            </w:r>
            <w:r w:rsidR="003D5097">
              <w:t>X</w:t>
            </w:r>
            <w:r w:rsidR="00A167C4">
              <w:t>12</w:t>
            </w:r>
          </w:p>
        </w:tc>
        <w:tc>
          <w:tcPr>
            <w:tcW w:w="3604" w:type="pct"/>
            <w:shd w:val="clear" w:color="auto" w:fill="auto"/>
          </w:tcPr>
          <w:p w14:paraId="5DC38CF2" w14:textId="4A1033FE" w:rsidR="00F1480E" w:rsidRPr="005404CB" w:rsidRDefault="00A167C4" w:rsidP="005404CB">
            <w:pPr>
              <w:pStyle w:val="SIUnittitle"/>
            </w:pPr>
            <w:r w:rsidRPr="00A167C4">
              <w:t>Operate in isolated and remote situations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01E96D" w14:textId="77777777" w:rsidR="00C500F4" w:rsidRPr="00C500F4" w:rsidRDefault="00C500F4" w:rsidP="00C500F4">
            <w:r w:rsidRPr="00C500F4">
              <w:t>This unit of competency describes the skills and knowledge required to plan, prepare for and work safely in isolated and remote situations.</w:t>
            </w:r>
          </w:p>
          <w:p w14:paraId="2B64F2A2" w14:textId="77777777" w:rsidR="00C500F4" w:rsidRPr="00C500F4" w:rsidRDefault="00C500F4" w:rsidP="00C500F4"/>
          <w:p w14:paraId="5ABD0A64" w14:textId="398B9045" w:rsidR="00C500F4" w:rsidRPr="00C500F4" w:rsidRDefault="00C500F4" w:rsidP="00C500F4">
            <w:r w:rsidRPr="00C500F4">
              <w:t xml:space="preserve">The unit applies to individuals who </w:t>
            </w:r>
            <w:r w:rsidR="00D72783">
              <w:t>operate in isolated and remote situations</w:t>
            </w:r>
            <w:r w:rsidRPr="00C500F4">
              <w:t xml:space="preserve"> under broad </w:t>
            </w:r>
            <w:proofErr w:type="gramStart"/>
            <w:r w:rsidRPr="00C500F4">
              <w:t>direction</w:t>
            </w:r>
            <w:r w:rsidR="00D72783">
              <w:t>,</w:t>
            </w:r>
            <w:r w:rsidRPr="00C500F4">
              <w:t xml:space="preserve"> and</w:t>
            </w:r>
            <w:proofErr w:type="gramEnd"/>
            <w:r w:rsidRPr="00C500F4">
              <w:t xml:space="preserve"> take responsibility for their own work.</w:t>
            </w:r>
          </w:p>
          <w:p w14:paraId="21447A7E" w14:textId="77777777" w:rsidR="00C500F4" w:rsidRPr="00C500F4" w:rsidRDefault="00C500F4" w:rsidP="00C500F4"/>
          <w:p w14:paraId="3202A0B8" w14:textId="23BA2F2A" w:rsidR="00CC1B21" w:rsidRPr="000754EC" w:rsidRDefault="00C500F4" w:rsidP="00C500F4">
            <w:r w:rsidRPr="00C500F4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2D7E3FB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49D2493C" w:rsidR="00F1480E" w:rsidRPr="005404CB" w:rsidRDefault="00CE365B" w:rsidP="005404CB">
            <w:pPr>
              <w:pStyle w:val="SIText"/>
            </w:pPr>
            <w:r>
              <w:t>Work (WRK)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500F4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1B0B669F" w:rsidR="00C500F4" w:rsidRPr="00C500F4" w:rsidRDefault="00C500F4" w:rsidP="00C500F4">
            <w:pPr>
              <w:pStyle w:val="SIText"/>
            </w:pPr>
            <w:r w:rsidRPr="00C500F4">
              <w:t>1. Plan for operating in remote environments</w:t>
            </w:r>
          </w:p>
        </w:tc>
        <w:tc>
          <w:tcPr>
            <w:tcW w:w="3604" w:type="pct"/>
            <w:shd w:val="clear" w:color="auto" w:fill="auto"/>
          </w:tcPr>
          <w:p w14:paraId="248EEC5C" w14:textId="77777777" w:rsidR="00C500F4" w:rsidRPr="00C500F4" w:rsidRDefault="00C500F4" w:rsidP="00C500F4">
            <w:r w:rsidRPr="00C500F4">
              <w:t>1.1 Collate and record information relating to the operating environment and location</w:t>
            </w:r>
          </w:p>
          <w:p w14:paraId="1A0E43EA" w14:textId="77777777" w:rsidR="00C500F4" w:rsidRPr="00C500F4" w:rsidRDefault="00C500F4" w:rsidP="00C500F4">
            <w:r w:rsidRPr="00C500F4">
              <w:t>1.2 Establish detailed operating plans for work, travel, emergencies, timeframes and contingencies with supervisor</w:t>
            </w:r>
          </w:p>
          <w:p w14:paraId="30502E38" w14:textId="77777777" w:rsidR="00C500F4" w:rsidRPr="00C500F4" w:rsidRDefault="00C500F4" w:rsidP="00C500F4">
            <w:r w:rsidRPr="00C500F4">
              <w:t>1.3 Notify appropriate authorities of the action plans and time schedules according to workplace procedures</w:t>
            </w:r>
          </w:p>
          <w:p w14:paraId="0F09D564" w14:textId="77777777" w:rsidR="00C500F4" w:rsidRPr="00C500F4" w:rsidRDefault="00C500F4" w:rsidP="00C500F4">
            <w:r w:rsidRPr="00C500F4">
              <w:t>1.4 Identify and source relevant maps</w:t>
            </w:r>
          </w:p>
          <w:p w14:paraId="36FFA5C5" w14:textId="5B973525" w:rsidR="00C500F4" w:rsidRPr="00C500F4" w:rsidRDefault="00C500F4" w:rsidP="00C500F4">
            <w:pPr>
              <w:pStyle w:val="SIText"/>
            </w:pPr>
            <w:r w:rsidRPr="00C500F4">
              <w:t xml:space="preserve">1.5 </w:t>
            </w:r>
            <w:r w:rsidR="00FA56FA">
              <w:t>Conduct a risk assessment for</w:t>
            </w:r>
            <w:r w:rsidR="0085484C">
              <w:t xml:space="preserve"> potential </w:t>
            </w:r>
            <w:r w:rsidRPr="00C500F4">
              <w:t xml:space="preserve">hazards </w:t>
            </w:r>
            <w:r w:rsidR="00FE21A5">
              <w:t xml:space="preserve">and risks </w:t>
            </w:r>
            <w:r w:rsidRPr="00C500F4">
              <w:t>for remote location</w:t>
            </w:r>
            <w:r w:rsidR="00FE21A5">
              <w:t>, and implement safe working practices to manage risks</w:t>
            </w:r>
          </w:p>
        </w:tc>
      </w:tr>
      <w:tr w:rsidR="00C500F4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135BF52F" w:rsidR="00C500F4" w:rsidRPr="00C500F4" w:rsidRDefault="00C500F4" w:rsidP="00C500F4">
            <w:pPr>
              <w:pStyle w:val="SIText"/>
            </w:pPr>
            <w:r w:rsidRPr="00C500F4">
              <w:t>2. Prepare for operating in remote environments</w:t>
            </w:r>
          </w:p>
        </w:tc>
        <w:tc>
          <w:tcPr>
            <w:tcW w:w="3604" w:type="pct"/>
            <w:shd w:val="clear" w:color="auto" w:fill="auto"/>
          </w:tcPr>
          <w:p w14:paraId="43AA1DF8" w14:textId="015338C0" w:rsidR="00C500F4" w:rsidRPr="00C500F4" w:rsidRDefault="00C500F4" w:rsidP="00C500F4">
            <w:r w:rsidRPr="00C500F4">
              <w:t xml:space="preserve">2.1 Prepare personal needs for remote situation according to </w:t>
            </w:r>
            <w:r w:rsidR="00967B4F">
              <w:t xml:space="preserve">operating </w:t>
            </w:r>
            <w:r w:rsidRPr="00C500F4">
              <w:t>plan</w:t>
            </w:r>
          </w:p>
          <w:p w14:paraId="69A25F96" w14:textId="0A35181F" w:rsidR="00171BAD" w:rsidRDefault="00C500F4" w:rsidP="00C500F4">
            <w:r w:rsidRPr="00C500F4">
              <w:t xml:space="preserve">2.2 </w:t>
            </w:r>
            <w:r w:rsidR="00171BAD">
              <w:t xml:space="preserve">Select, fit and </w:t>
            </w:r>
            <w:r w:rsidR="00967B4F">
              <w:t>store</w:t>
            </w:r>
            <w:r w:rsidR="00171BAD">
              <w:t xml:space="preserve"> personal protective equipment (PPE) applicable to </w:t>
            </w:r>
            <w:r w:rsidR="00FE21A5">
              <w:t>the task</w:t>
            </w:r>
          </w:p>
          <w:p w14:paraId="704C915A" w14:textId="610B67CB" w:rsidR="00C500F4" w:rsidRPr="00C500F4" w:rsidRDefault="00171BAD" w:rsidP="00C500F4">
            <w:r>
              <w:t xml:space="preserve">2.3 </w:t>
            </w:r>
            <w:r w:rsidR="00C500F4" w:rsidRPr="00C500F4">
              <w:t>Prepare transportation and equipment required for prescribed work according to workplace procedures</w:t>
            </w:r>
          </w:p>
          <w:p w14:paraId="447116DE" w14:textId="52DEB9FC" w:rsidR="00C500F4" w:rsidRPr="00C500F4" w:rsidRDefault="00C500F4" w:rsidP="00C500F4">
            <w:r w:rsidRPr="00C500F4">
              <w:t>2.</w:t>
            </w:r>
            <w:r w:rsidR="00171BAD">
              <w:t>4</w:t>
            </w:r>
            <w:r w:rsidRPr="00C500F4">
              <w:t xml:space="preserve"> Obtain and review relevant maps prior to departure to orient and plan route</w:t>
            </w:r>
          </w:p>
          <w:p w14:paraId="41870F27" w14:textId="4591E7D1" w:rsidR="00C500F4" w:rsidRPr="00C500F4" w:rsidRDefault="00C500F4" w:rsidP="00C500F4">
            <w:r w:rsidRPr="00C500F4">
              <w:t>2.</w:t>
            </w:r>
            <w:r w:rsidR="00171BAD">
              <w:t>5</w:t>
            </w:r>
            <w:r w:rsidRPr="00C500F4">
              <w:t xml:space="preserve"> Record planned activities and itinerary prior to departure according to workplace procedures</w:t>
            </w:r>
          </w:p>
          <w:p w14:paraId="215A6E64" w14:textId="09770CA7" w:rsidR="00C500F4" w:rsidRPr="00C500F4" w:rsidRDefault="00C500F4" w:rsidP="00C500F4">
            <w:pPr>
              <w:pStyle w:val="SIText"/>
            </w:pPr>
            <w:r w:rsidRPr="00C500F4">
              <w:t>2.</w:t>
            </w:r>
            <w:r w:rsidR="00171BAD">
              <w:t>6</w:t>
            </w:r>
            <w:r w:rsidRPr="00C500F4">
              <w:t xml:space="preserve"> Identify weather conditions and assess effect on travel and operating outcomes</w:t>
            </w:r>
          </w:p>
        </w:tc>
      </w:tr>
      <w:tr w:rsidR="00C500F4" w:rsidRPr="00963A46" w14:paraId="6000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72F8C" w14:textId="3809AE06" w:rsidR="00C500F4" w:rsidRPr="00C500F4" w:rsidRDefault="00C500F4" w:rsidP="00C500F4">
            <w:pPr>
              <w:pStyle w:val="SIText"/>
            </w:pPr>
            <w:r w:rsidRPr="00C500F4">
              <w:t>3. Prepare for emergency situations</w:t>
            </w:r>
          </w:p>
        </w:tc>
        <w:tc>
          <w:tcPr>
            <w:tcW w:w="3604" w:type="pct"/>
            <w:shd w:val="clear" w:color="auto" w:fill="auto"/>
          </w:tcPr>
          <w:p w14:paraId="717F0545" w14:textId="593E4986" w:rsidR="00C500F4" w:rsidRPr="00C500F4" w:rsidRDefault="00C500F4" w:rsidP="00C500F4">
            <w:r w:rsidRPr="00C500F4">
              <w:t xml:space="preserve">3.1 </w:t>
            </w:r>
            <w:r w:rsidR="00967B4F">
              <w:t xml:space="preserve">Arrange </w:t>
            </w:r>
            <w:r w:rsidRPr="00C500F4">
              <w:t xml:space="preserve">provisioning </w:t>
            </w:r>
            <w:r w:rsidR="00967B4F">
              <w:t xml:space="preserve">according to </w:t>
            </w:r>
            <w:r w:rsidRPr="00C500F4">
              <w:t>operational and emergency requirements</w:t>
            </w:r>
          </w:p>
          <w:p w14:paraId="050AB1B8" w14:textId="117756DE" w:rsidR="00C500F4" w:rsidRPr="00C500F4" w:rsidRDefault="00C500F4" w:rsidP="00967B4F">
            <w:r w:rsidRPr="00C500F4">
              <w:t xml:space="preserve">3.2 Identify </w:t>
            </w:r>
            <w:r w:rsidR="00967B4F">
              <w:t xml:space="preserve">and arrange </w:t>
            </w:r>
            <w:r w:rsidRPr="00C500F4">
              <w:t xml:space="preserve">remote area survival skills </w:t>
            </w:r>
            <w:r w:rsidR="00967B4F">
              <w:t>training</w:t>
            </w:r>
            <w:r w:rsidRPr="00C500F4">
              <w:t xml:space="preserve"> prior to departure</w:t>
            </w:r>
          </w:p>
          <w:p w14:paraId="3177E7B3" w14:textId="2BAA274A" w:rsidR="00C500F4" w:rsidRPr="00C500F4" w:rsidRDefault="00C500F4" w:rsidP="00C500F4">
            <w:r w:rsidRPr="00C500F4">
              <w:t>3.</w:t>
            </w:r>
            <w:r w:rsidR="00967B4F">
              <w:t>3</w:t>
            </w:r>
            <w:r w:rsidRPr="00C500F4">
              <w:t xml:space="preserve"> </w:t>
            </w:r>
            <w:r w:rsidR="00967B4F">
              <w:t>Apply</w:t>
            </w:r>
            <w:r w:rsidRPr="00C500F4">
              <w:t xml:space="preserve"> emergency management operational plans according to workplace policies</w:t>
            </w:r>
            <w:r w:rsidR="00171BAD">
              <w:t xml:space="preserve"> and procedures</w:t>
            </w:r>
          </w:p>
        </w:tc>
      </w:tr>
      <w:tr w:rsidR="00C500F4" w:rsidRPr="00963A46" w14:paraId="074518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9425C2" w14:textId="4BAC6AF0" w:rsidR="00C500F4" w:rsidRPr="00C500F4" w:rsidRDefault="00C500F4" w:rsidP="00C500F4">
            <w:pPr>
              <w:pStyle w:val="SIText"/>
            </w:pPr>
            <w:r w:rsidRPr="00C500F4">
              <w:lastRenderedPageBreak/>
              <w:t>4. Operate in remote environment</w:t>
            </w:r>
          </w:p>
        </w:tc>
        <w:tc>
          <w:tcPr>
            <w:tcW w:w="3604" w:type="pct"/>
            <w:shd w:val="clear" w:color="auto" w:fill="auto"/>
          </w:tcPr>
          <w:p w14:paraId="03269F9A" w14:textId="51B0A17C" w:rsidR="00C500F4" w:rsidRPr="00C500F4" w:rsidRDefault="00C500F4" w:rsidP="00C500F4">
            <w:r w:rsidRPr="00C500F4">
              <w:t xml:space="preserve">4.1 </w:t>
            </w:r>
            <w:r w:rsidR="00967B4F" w:rsidRPr="00C500F4">
              <w:t>Carry out activities in remote situations according to prescribed plans and procedures</w:t>
            </w:r>
          </w:p>
          <w:p w14:paraId="408AAC6B" w14:textId="77777777" w:rsidR="00967B4F" w:rsidRDefault="00C500F4" w:rsidP="00C500F4">
            <w:r w:rsidRPr="00C500F4">
              <w:t xml:space="preserve">4.2 </w:t>
            </w:r>
            <w:r w:rsidR="00967B4F">
              <w:t>Use and maintain PPE applicable to the task</w:t>
            </w:r>
          </w:p>
          <w:p w14:paraId="5CB87B44" w14:textId="41452659" w:rsidR="00967B4F" w:rsidRDefault="00967B4F" w:rsidP="00C500F4">
            <w:r>
              <w:t xml:space="preserve">4.3 </w:t>
            </w:r>
            <w:r w:rsidRPr="00C500F4">
              <w:t>Monitor available provisions and resources to ensure appropriate usage according to operating plan</w:t>
            </w:r>
          </w:p>
          <w:p w14:paraId="7BC586AC" w14:textId="27061FDB" w:rsidR="00C500F4" w:rsidRPr="00C500F4" w:rsidRDefault="00967B4F" w:rsidP="00C500F4">
            <w:r>
              <w:t xml:space="preserve">4.4 </w:t>
            </w:r>
            <w:r w:rsidR="00C500F4" w:rsidRPr="00C500F4">
              <w:t>Use appropriate skills to modify the living environment according to prevailing conditions</w:t>
            </w:r>
          </w:p>
          <w:p w14:paraId="33F36037" w14:textId="0C6C419C" w:rsidR="00C500F4" w:rsidRPr="00C500F4" w:rsidRDefault="00C500F4" w:rsidP="00967B4F">
            <w:r w:rsidRPr="00C500F4">
              <w:t>4.</w:t>
            </w:r>
            <w:r w:rsidR="00967B4F">
              <w:t>5</w:t>
            </w:r>
            <w:r w:rsidRPr="00C500F4">
              <w:t xml:space="preserve"> Use appropriate technologies to maintain communication according to workplace procedures</w:t>
            </w:r>
          </w:p>
          <w:p w14:paraId="1ABEFDBE" w14:textId="301DC78D" w:rsidR="00C500F4" w:rsidRPr="00C500F4" w:rsidRDefault="00C500F4" w:rsidP="00C500F4">
            <w:r w:rsidRPr="00C500F4">
              <w:t>4.</w:t>
            </w:r>
            <w:r w:rsidR="00967B4F">
              <w:t>6</w:t>
            </w:r>
            <w:r w:rsidRPr="00C500F4">
              <w:t xml:space="preserve"> Handle emergency situations according to prescribed plans and </w:t>
            </w:r>
            <w:r w:rsidR="00171BAD">
              <w:t xml:space="preserve">workplace </w:t>
            </w:r>
            <w:r w:rsidRPr="00C500F4">
              <w:t>procedures</w:t>
            </w:r>
          </w:p>
          <w:p w14:paraId="0D797333" w14:textId="017D49D0" w:rsidR="00967B4F" w:rsidRPr="00C500F4" w:rsidRDefault="00C500F4" w:rsidP="00967B4F">
            <w:r w:rsidRPr="00C500F4">
              <w:t>4.</w:t>
            </w:r>
            <w:r w:rsidR="00967B4F">
              <w:t>7</w:t>
            </w:r>
            <w:r w:rsidRPr="00C500F4">
              <w:t xml:space="preserve"> Comply with workplace reporting procedures on return to base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67B4F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67B4F" w:rsidRPr="00336FCA" w:rsidDel="00423CB2" w14:paraId="50C4AEC9" w14:textId="77777777" w:rsidTr="00CA2922">
        <w:tc>
          <w:tcPr>
            <w:tcW w:w="1396" w:type="pct"/>
          </w:tcPr>
          <w:p w14:paraId="7D6DB92A" w14:textId="796E93F7" w:rsidR="0074001F" w:rsidRPr="00D72783" w:rsidRDefault="0074001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t>Reading</w:t>
            </w:r>
          </w:p>
        </w:tc>
        <w:tc>
          <w:tcPr>
            <w:tcW w:w="3604" w:type="pct"/>
          </w:tcPr>
          <w:p w14:paraId="7565784A" w14:textId="0D3DA5FF" w:rsidR="0074001F" w:rsidRPr="00D72783" w:rsidRDefault="0074001F" w:rsidP="00D7278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2783">
              <w:t>Reads and interprets symbols and features on maps to determine special awareness</w:t>
            </w:r>
          </w:p>
        </w:tc>
      </w:tr>
      <w:tr w:rsidR="00967B4F" w:rsidRPr="00336FCA" w:rsidDel="00423CB2" w14:paraId="4B05001C" w14:textId="77777777" w:rsidTr="00CA2922">
        <w:tc>
          <w:tcPr>
            <w:tcW w:w="1396" w:type="pct"/>
          </w:tcPr>
          <w:p w14:paraId="24723142" w14:textId="0D6CE5C1" w:rsidR="0074001F" w:rsidRPr="00D72783" w:rsidRDefault="0074001F" w:rsidP="00D7278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72783">
              <w:t>Oral Communication</w:t>
            </w:r>
          </w:p>
        </w:tc>
        <w:tc>
          <w:tcPr>
            <w:tcW w:w="3604" w:type="pct"/>
          </w:tcPr>
          <w:p w14:paraId="4BD87B74" w14:textId="73C5C77F" w:rsidR="0074001F" w:rsidRPr="00D72783" w:rsidRDefault="0074001F" w:rsidP="00D72783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D72783">
              <w:t>Uses clear language and concepts, and tone and pace appropriate for discussions with supervisor when planning and reporting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74001F" w14:paraId="026EDCB1" w14:textId="77777777" w:rsidTr="00F33FF2">
        <w:tc>
          <w:tcPr>
            <w:tcW w:w="1028" w:type="pct"/>
          </w:tcPr>
          <w:p w14:paraId="21DAFA88" w14:textId="18433076" w:rsidR="00171BAD" w:rsidRPr="0046197C" w:rsidRDefault="0074001F" w:rsidP="003D509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6197C">
              <w:t>AHCWRK3</w:t>
            </w:r>
            <w:r w:rsidR="003D5097">
              <w:t>X</w:t>
            </w:r>
            <w:r w:rsidRPr="0046197C">
              <w:t>12 Operate in isolated and remote situations</w:t>
            </w:r>
          </w:p>
        </w:tc>
        <w:tc>
          <w:tcPr>
            <w:tcW w:w="1105" w:type="pct"/>
          </w:tcPr>
          <w:p w14:paraId="68CA03F4" w14:textId="3E855F05" w:rsidR="00171BAD" w:rsidRPr="0046197C" w:rsidRDefault="0074001F" w:rsidP="003D5097">
            <w:pPr>
              <w:pStyle w:val="SIText"/>
            </w:pPr>
            <w:r w:rsidRPr="0046197C">
              <w:t>AHCWRK</w:t>
            </w:r>
            <w:r w:rsidR="00171BAD" w:rsidRPr="0046197C">
              <w:t>312</w:t>
            </w:r>
            <w:r w:rsidRPr="0046197C">
              <w:t xml:space="preserve"> Operate in isolated and remote situations</w:t>
            </w:r>
          </w:p>
        </w:tc>
        <w:tc>
          <w:tcPr>
            <w:tcW w:w="1251" w:type="pct"/>
          </w:tcPr>
          <w:p w14:paraId="55A5F596" w14:textId="77777777" w:rsidR="0046197C" w:rsidRPr="0046197C" w:rsidRDefault="0046197C" w:rsidP="0046197C">
            <w:pPr>
              <w:pStyle w:val="SIText"/>
            </w:pPr>
            <w:r w:rsidRPr="0046197C">
              <w:t>Minor changes to application</w:t>
            </w:r>
          </w:p>
          <w:p w14:paraId="493AC720" w14:textId="1D336381" w:rsidR="0046197C" w:rsidRPr="0046197C" w:rsidRDefault="0046197C" w:rsidP="0046197C">
            <w:pPr>
              <w:pStyle w:val="SIText"/>
            </w:pPr>
            <w:r w:rsidRPr="0046197C">
              <w:t>M</w:t>
            </w:r>
            <w:r w:rsidR="003D5097">
              <w:t>ajor and m</w:t>
            </w:r>
            <w:r w:rsidRPr="0046197C">
              <w:t>inor changes to performance criteria and foundation skills</w:t>
            </w:r>
          </w:p>
          <w:p w14:paraId="29068B99" w14:textId="78E7D1E3" w:rsidR="0074001F" w:rsidRPr="0046197C" w:rsidRDefault="0046197C" w:rsidP="0046197C">
            <w:pPr>
              <w:pStyle w:val="SIText"/>
            </w:pPr>
            <w:r w:rsidRPr="0046197C">
              <w:t>M</w:t>
            </w:r>
            <w:r w:rsidR="00487378">
              <w:t>ajor and m</w:t>
            </w:r>
            <w:r w:rsidRPr="0046197C">
              <w:t>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7853DC97" w:rsidR="0074001F" w:rsidRPr="0046197C" w:rsidRDefault="003D5097" w:rsidP="0046197C">
            <w:pPr>
              <w:pStyle w:val="SIText"/>
            </w:pPr>
            <w:r>
              <w:t>Not e</w:t>
            </w:r>
            <w:r w:rsidR="0074001F" w:rsidRPr="0046197C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0215870E" w:rsidR="00E17A92" w:rsidRPr="005404CB" w:rsidRDefault="00520E9A" w:rsidP="00D72783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171BAD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798F1B4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67C4" w:rsidRPr="00A167C4">
              <w:t>AHCWRK3</w:t>
            </w:r>
            <w:r w:rsidR="00487378">
              <w:t>X</w:t>
            </w:r>
            <w:r w:rsidR="00A167C4" w:rsidRPr="00A167C4">
              <w:t>12 Operate in isolated and remote situations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9C0A8F" w14:textId="77777777" w:rsidR="00171BAD" w:rsidRDefault="0074001F" w:rsidP="0074001F">
            <w:r w:rsidRPr="0074001F">
              <w:t>An individual demonstrating competency must satisfy all of the elements and performance criteria in this unit.</w:t>
            </w:r>
          </w:p>
          <w:p w14:paraId="165EDB6A" w14:textId="491BBF55" w:rsidR="0074001F" w:rsidRPr="0074001F" w:rsidRDefault="0074001F" w:rsidP="0074001F">
            <w:r w:rsidRPr="0074001F">
              <w:t>There must be evidence that</w:t>
            </w:r>
            <w:r w:rsidR="00171BAD">
              <w:t xml:space="preserve"> the individual has </w:t>
            </w:r>
            <w:r w:rsidR="00171BAD" w:rsidRPr="0074001F">
              <w:t>operated in an isolated and remote environment</w:t>
            </w:r>
            <w:r w:rsidRPr="0074001F">
              <w:t xml:space="preserve"> on at least one occasion </w:t>
            </w:r>
            <w:r w:rsidR="00171BAD">
              <w:t>and has</w:t>
            </w:r>
            <w:r w:rsidRPr="0074001F">
              <w:t>:</w:t>
            </w:r>
          </w:p>
          <w:p w14:paraId="317F5657" w14:textId="77777777" w:rsidR="0074001F" w:rsidRPr="0074001F" w:rsidRDefault="0074001F" w:rsidP="0074001F">
            <w:pPr>
              <w:pStyle w:val="SIBulletList1"/>
            </w:pPr>
            <w:r w:rsidRPr="0074001F">
              <w:t>planned and prepared for operating in remote environments in conjunction with supervisor</w:t>
            </w:r>
          </w:p>
          <w:p w14:paraId="7D2006C4" w14:textId="4887FF56" w:rsidR="0074001F" w:rsidRPr="0074001F" w:rsidRDefault="0074001F" w:rsidP="0074001F">
            <w:pPr>
              <w:pStyle w:val="SIBulletList1"/>
            </w:pPr>
            <w:r w:rsidRPr="0074001F">
              <w:t xml:space="preserve">conducted a risk assessment for </w:t>
            </w:r>
            <w:r w:rsidR="0046197C">
              <w:t xml:space="preserve">workplace </w:t>
            </w:r>
            <w:r w:rsidRPr="0074001F">
              <w:t>health</w:t>
            </w:r>
            <w:r w:rsidR="0046197C">
              <w:t xml:space="preserve"> and</w:t>
            </w:r>
            <w:r w:rsidRPr="0074001F">
              <w:t xml:space="preserve"> safety</w:t>
            </w:r>
            <w:r w:rsidR="0046197C">
              <w:t>,</w:t>
            </w:r>
            <w:r w:rsidRPr="0074001F">
              <w:t xml:space="preserve"> and environmental hazards for remote location</w:t>
            </w:r>
          </w:p>
          <w:p w14:paraId="24807CAC" w14:textId="41EA58C9" w:rsidR="00171BAD" w:rsidRPr="00171BAD" w:rsidRDefault="00171BAD" w:rsidP="00171BAD">
            <w:pPr>
              <w:pStyle w:val="SIBulletList1"/>
            </w:pPr>
            <w:r w:rsidRPr="00171BAD">
              <w:t>applied workplace health and safety requirements, including fitted and used personal protective</w:t>
            </w:r>
            <w:r>
              <w:t xml:space="preserve"> </w:t>
            </w:r>
            <w:r w:rsidRPr="00171BAD">
              <w:t>equipment (PPE)</w:t>
            </w:r>
          </w:p>
          <w:p w14:paraId="50B09220" w14:textId="77777777" w:rsidR="0074001F" w:rsidRPr="0074001F" w:rsidRDefault="0074001F" w:rsidP="0074001F">
            <w:pPr>
              <w:pStyle w:val="SIBulletList1"/>
            </w:pPr>
            <w:r w:rsidRPr="0074001F">
              <w:t>prepared and implemented procedures for emergency situations</w:t>
            </w:r>
          </w:p>
          <w:p w14:paraId="20E2B875" w14:textId="77777777" w:rsidR="0074001F" w:rsidRPr="0074001F" w:rsidRDefault="0074001F" w:rsidP="0074001F">
            <w:pPr>
              <w:pStyle w:val="SIBulletList1"/>
            </w:pPr>
            <w:r w:rsidRPr="0074001F">
              <w:t>sourced and interpreted maps of the remote area</w:t>
            </w:r>
          </w:p>
          <w:p w14:paraId="34CB2A62" w14:textId="77777777" w:rsidR="0074001F" w:rsidRPr="0074001F" w:rsidRDefault="0074001F" w:rsidP="0074001F">
            <w:pPr>
              <w:pStyle w:val="SIBulletList1"/>
            </w:pPr>
            <w:r w:rsidRPr="0074001F">
              <w:t>conducted work activities safely in a remote environment</w:t>
            </w:r>
          </w:p>
          <w:p w14:paraId="7125CF2F" w14:textId="77777777" w:rsidR="0074001F" w:rsidRPr="0074001F" w:rsidRDefault="0074001F" w:rsidP="0074001F">
            <w:pPr>
              <w:pStyle w:val="SIBulletList1"/>
            </w:pPr>
            <w:r w:rsidRPr="0074001F">
              <w:t>implemented workplace communication procedures to notify location, activities and travel to appropriate personnel</w:t>
            </w:r>
          </w:p>
          <w:p w14:paraId="528A3941" w14:textId="77777777" w:rsidR="0074001F" w:rsidRPr="0074001F" w:rsidRDefault="0074001F" w:rsidP="0074001F">
            <w:pPr>
              <w:pStyle w:val="SIBulletList1"/>
            </w:pPr>
            <w:r w:rsidRPr="0074001F">
              <w:t>prepared and monitored provisions and resources for essential and emergency needs</w:t>
            </w:r>
          </w:p>
          <w:p w14:paraId="1BC36422" w14:textId="77777777" w:rsidR="0074001F" w:rsidRPr="0074001F" w:rsidRDefault="0074001F" w:rsidP="0074001F">
            <w:pPr>
              <w:pStyle w:val="SIBulletList1"/>
            </w:pPr>
            <w:r w:rsidRPr="0074001F">
              <w:t>used bushcraft skills to modify the living environment and reduced risks</w:t>
            </w:r>
          </w:p>
          <w:p w14:paraId="6E81AE9B" w14:textId="31E526F2" w:rsidR="00E17A92" w:rsidRPr="005404CB" w:rsidRDefault="0074001F" w:rsidP="0074001F">
            <w:pPr>
              <w:pStyle w:val="SIBulletList1"/>
            </w:pPr>
            <w:r w:rsidRPr="0074001F">
              <w:t>maintained records according to workplace procedures.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856D7C">
        <w:trPr>
          <w:trHeight w:val="1993"/>
        </w:trPr>
        <w:tc>
          <w:tcPr>
            <w:tcW w:w="5000" w:type="pct"/>
            <w:shd w:val="clear" w:color="auto" w:fill="auto"/>
          </w:tcPr>
          <w:p w14:paraId="3F262997" w14:textId="77777777" w:rsidR="00FB413F" w:rsidRPr="00FB413F" w:rsidRDefault="00FB413F" w:rsidP="00FB413F">
            <w:r w:rsidRPr="00FB413F">
              <w:t>An individual must be able to demonstrate the knowledge required to perform the tasks outlined in the elements and performance criteria of this unit. This includes knowledge of:</w:t>
            </w:r>
          </w:p>
          <w:p w14:paraId="132883ED" w14:textId="48279FE5" w:rsidR="00FB413F" w:rsidRDefault="00FB413F" w:rsidP="00FB413F">
            <w:pPr>
              <w:pStyle w:val="SIBulletList1"/>
            </w:pPr>
            <w:r w:rsidRPr="00FB413F">
              <w:t>planning and preparations required for working in isolated environments</w:t>
            </w:r>
          </w:p>
          <w:p w14:paraId="332DE7E3" w14:textId="43B32F5E" w:rsidR="0046197C" w:rsidRPr="00FB413F" w:rsidRDefault="0046197C" w:rsidP="00FB413F">
            <w:pPr>
              <w:pStyle w:val="SIBulletList1"/>
            </w:pPr>
            <w:r>
              <w:t>workplace risk assessment techniques</w:t>
            </w:r>
          </w:p>
          <w:p w14:paraId="1459D3D2" w14:textId="77777777" w:rsidR="00FB413F" w:rsidRPr="00FB413F" w:rsidRDefault="00FB413F" w:rsidP="00FB413F">
            <w:pPr>
              <w:pStyle w:val="SIBulletList1"/>
            </w:pPr>
            <w:r w:rsidRPr="00FB413F">
              <w:t>map reading and navigation skills, including:</w:t>
            </w:r>
          </w:p>
          <w:p w14:paraId="551FE605" w14:textId="77777777" w:rsidR="00FB413F" w:rsidRPr="00FB413F" w:rsidRDefault="00FB413F" w:rsidP="00FB413F">
            <w:pPr>
              <w:pStyle w:val="SIBulletList2"/>
            </w:pPr>
            <w:r w:rsidRPr="00FB413F">
              <w:t>direction finding; GPS, compass, astronavigation</w:t>
            </w:r>
          </w:p>
          <w:p w14:paraId="43C839A3" w14:textId="77777777" w:rsidR="00FB413F" w:rsidRPr="00FB413F" w:rsidRDefault="00FB413F" w:rsidP="00FB413F">
            <w:pPr>
              <w:pStyle w:val="SIBulletList2"/>
            </w:pPr>
            <w:r w:rsidRPr="00FB413F">
              <w:t>local topography</w:t>
            </w:r>
          </w:p>
          <w:p w14:paraId="73580AA9" w14:textId="77777777" w:rsidR="00FB413F" w:rsidRPr="00FB413F" w:rsidRDefault="00FB413F" w:rsidP="00FB413F">
            <w:pPr>
              <w:pStyle w:val="SIBulletList2"/>
            </w:pPr>
            <w:r w:rsidRPr="00FB413F">
              <w:t>habitation</w:t>
            </w:r>
          </w:p>
          <w:p w14:paraId="139DFD8B" w14:textId="77777777" w:rsidR="00FB413F" w:rsidRPr="00FB413F" w:rsidRDefault="00FB413F" w:rsidP="00FB413F">
            <w:pPr>
              <w:pStyle w:val="SIBulletList2"/>
            </w:pPr>
            <w:r w:rsidRPr="00FB413F">
              <w:t>geographic indicator</w:t>
            </w:r>
          </w:p>
          <w:p w14:paraId="2F14729F" w14:textId="77777777" w:rsidR="00FB413F" w:rsidRPr="00FB413F" w:rsidRDefault="00FB413F" w:rsidP="00FB413F">
            <w:pPr>
              <w:pStyle w:val="SIBulletList1"/>
            </w:pPr>
            <w:r w:rsidRPr="00FB413F">
              <w:t>basic survival and bushcraft skills to maintain human needs in survival situations, including:</w:t>
            </w:r>
          </w:p>
          <w:p w14:paraId="3E7E0F49" w14:textId="77777777" w:rsidR="00FB413F" w:rsidRPr="00FB413F" w:rsidRDefault="00FB413F" w:rsidP="00FB413F">
            <w:pPr>
              <w:pStyle w:val="SIBulletList2"/>
            </w:pPr>
            <w:r w:rsidRPr="00FB413F">
              <w:t>making a fire</w:t>
            </w:r>
          </w:p>
          <w:p w14:paraId="051D2EFA" w14:textId="77777777" w:rsidR="00FB413F" w:rsidRPr="00FB413F" w:rsidRDefault="00FB413F" w:rsidP="00FB413F">
            <w:pPr>
              <w:pStyle w:val="SIBulletList2"/>
            </w:pPr>
            <w:r w:rsidRPr="00FB413F">
              <w:t>cooking</w:t>
            </w:r>
          </w:p>
          <w:p w14:paraId="4B9FDCED" w14:textId="77777777" w:rsidR="00FB413F" w:rsidRPr="00FB413F" w:rsidRDefault="00FB413F" w:rsidP="00FB413F">
            <w:pPr>
              <w:pStyle w:val="SIBulletList2"/>
            </w:pPr>
            <w:r w:rsidRPr="00FB413F">
              <w:t>distress signalling</w:t>
            </w:r>
          </w:p>
          <w:p w14:paraId="4EEB3B1A" w14:textId="77777777" w:rsidR="00FB413F" w:rsidRPr="00FB413F" w:rsidRDefault="00FB413F" w:rsidP="00FB413F">
            <w:pPr>
              <w:pStyle w:val="SIBulletList2"/>
            </w:pPr>
            <w:r w:rsidRPr="00FB413F">
              <w:t>basic rope skills and useful knots</w:t>
            </w:r>
          </w:p>
          <w:p w14:paraId="31472778" w14:textId="245B6FD1" w:rsidR="00FB413F" w:rsidRPr="00FB413F" w:rsidRDefault="00FB413F" w:rsidP="00FB413F">
            <w:pPr>
              <w:pStyle w:val="SIBulletList1"/>
            </w:pPr>
            <w:r w:rsidRPr="00FB413F">
              <w:t>clothing requirements for adverse weather conditions</w:t>
            </w:r>
          </w:p>
          <w:p w14:paraId="11C1E3F7" w14:textId="77777777" w:rsidR="00FB413F" w:rsidRPr="00FB413F" w:rsidRDefault="00FB413F" w:rsidP="00FB413F">
            <w:pPr>
              <w:pStyle w:val="SIBulletList1"/>
            </w:pPr>
            <w:r w:rsidRPr="00FB413F">
              <w:t>basic first aid procedures for common injuries</w:t>
            </w:r>
          </w:p>
          <w:p w14:paraId="56532524" w14:textId="77777777" w:rsidR="00FB413F" w:rsidRPr="00FB413F" w:rsidRDefault="00FB413F" w:rsidP="00FB413F">
            <w:pPr>
              <w:pStyle w:val="SIBulletList1"/>
            </w:pPr>
            <w:r w:rsidRPr="00FB413F">
              <w:t>emergency vehicle and mechanical equipment repair</w:t>
            </w:r>
          </w:p>
          <w:p w14:paraId="4EC4A893" w14:textId="77777777" w:rsidR="00FB413F" w:rsidRPr="00FB413F" w:rsidRDefault="00FB413F" w:rsidP="00FB413F">
            <w:pPr>
              <w:pStyle w:val="SIBulletList1"/>
            </w:pPr>
            <w:r w:rsidRPr="00FB413F">
              <w:t>communication procedures and operation and maintenance of communications equipment, including:</w:t>
            </w:r>
          </w:p>
          <w:p w14:paraId="6983E8B7" w14:textId="77777777" w:rsidR="00FB413F" w:rsidRPr="00FB413F" w:rsidRDefault="00FB413F" w:rsidP="00FB413F">
            <w:pPr>
              <w:pStyle w:val="SIBulletList2"/>
            </w:pPr>
            <w:r w:rsidRPr="00FB413F">
              <w:t>field communications by two-way radio</w:t>
            </w:r>
          </w:p>
          <w:p w14:paraId="0483A21B" w14:textId="77777777" w:rsidR="00FB413F" w:rsidRPr="00FB413F" w:rsidRDefault="00FB413F" w:rsidP="00FB413F">
            <w:pPr>
              <w:pStyle w:val="SIBulletList2"/>
            </w:pPr>
            <w:r w:rsidRPr="00FB413F">
              <w:t>satellite telephony</w:t>
            </w:r>
          </w:p>
          <w:p w14:paraId="48EE8F52" w14:textId="77777777" w:rsidR="00FB413F" w:rsidRPr="00FB413F" w:rsidRDefault="00FB413F" w:rsidP="00FB413F">
            <w:pPr>
              <w:pStyle w:val="SIBulletList2"/>
            </w:pPr>
            <w:r w:rsidRPr="00FB413F">
              <w:t>HF radio</w:t>
            </w:r>
          </w:p>
          <w:p w14:paraId="02FD0865" w14:textId="65F05B66" w:rsidR="00FB413F" w:rsidRPr="00FB413F" w:rsidRDefault="0046197C" w:rsidP="00FB413F">
            <w:pPr>
              <w:pStyle w:val="SIBulletList1"/>
            </w:pPr>
            <w:r>
              <w:t>w</w:t>
            </w:r>
            <w:r w:rsidR="00FB413F" w:rsidRPr="00FB413F">
              <w:t>ork</w:t>
            </w:r>
            <w:r>
              <w:t>place requirements applicable to</w:t>
            </w:r>
            <w:r w:rsidR="00FB413F" w:rsidRPr="00FB413F">
              <w:t xml:space="preserve"> health and safety in the work</w:t>
            </w:r>
            <w:r>
              <w:t>place for operating</w:t>
            </w:r>
            <w:r w:rsidR="00FB413F" w:rsidRPr="00FB413F">
              <w:t xml:space="preserve"> in isolated and remote situations</w:t>
            </w:r>
            <w:r>
              <w:t xml:space="preserve"> including appropriate use of PPE</w:t>
            </w:r>
          </w:p>
          <w:p w14:paraId="411BDF05" w14:textId="4037C8BB" w:rsidR="00770FC4" w:rsidRPr="005404CB" w:rsidRDefault="00FB413F" w:rsidP="00FB413F">
            <w:pPr>
              <w:pStyle w:val="SIBulletList1"/>
            </w:pPr>
            <w:r w:rsidRPr="00FB413F">
              <w:t>environmental impacts of work in isolated and remote situations including weather patterns and indicators.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843E485" w14:textId="77777777" w:rsidR="00FB413F" w:rsidRPr="00FB413F" w:rsidRDefault="00FB413F" w:rsidP="00FB413F">
            <w:r w:rsidRPr="00FB413F">
              <w:t>Assessment of skills must take place under the following conditions:</w:t>
            </w:r>
          </w:p>
          <w:p w14:paraId="073756CB" w14:textId="77777777" w:rsidR="00FB413F" w:rsidRPr="00FB413F" w:rsidRDefault="00FB413F" w:rsidP="00FB413F">
            <w:pPr>
              <w:pStyle w:val="SIBulletList1"/>
            </w:pPr>
            <w:r w:rsidRPr="00FB413F">
              <w:t>physical conditions:</w:t>
            </w:r>
          </w:p>
          <w:p w14:paraId="71094FCF" w14:textId="50EF4E97" w:rsidR="00FB413F" w:rsidRPr="00FB413F" w:rsidRDefault="00FB413F" w:rsidP="00FB413F">
            <w:pPr>
              <w:pStyle w:val="SIBulletList2"/>
            </w:pPr>
            <w:r w:rsidRPr="00FB413F">
              <w:t xml:space="preserve">skills must be demonstrated in an isolated </w:t>
            </w:r>
            <w:r w:rsidR="0046197C">
              <w:t xml:space="preserve">and remote </w:t>
            </w:r>
            <w:r w:rsidRPr="00FB413F">
              <w:t>environment or an environment that accurately represents work</w:t>
            </w:r>
            <w:r w:rsidR="0046197C">
              <w:t xml:space="preserve">ing in an </w:t>
            </w:r>
            <w:r w:rsidR="0046197C" w:rsidRPr="0046197C">
              <w:t>isolated and remote environment</w:t>
            </w:r>
          </w:p>
          <w:p w14:paraId="0D479C88" w14:textId="77777777" w:rsidR="00FB413F" w:rsidRPr="00FB413F" w:rsidRDefault="00FB413F" w:rsidP="00FB413F">
            <w:pPr>
              <w:pStyle w:val="SIBulletList1"/>
            </w:pPr>
            <w:r w:rsidRPr="00FB413F">
              <w:t>resources, equipment and materials:</w:t>
            </w:r>
          </w:p>
          <w:p w14:paraId="0F4CC947" w14:textId="38B06073" w:rsidR="00FB413F" w:rsidRDefault="00FB413F" w:rsidP="00FB413F">
            <w:pPr>
              <w:pStyle w:val="SIBulletList2"/>
            </w:pPr>
            <w:r w:rsidRPr="00FB413F">
              <w:t>provisions and resources required for an isolated worksite</w:t>
            </w:r>
          </w:p>
          <w:p w14:paraId="6170F670" w14:textId="7EC1B91C" w:rsidR="0046197C" w:rsidRDefault="0046197C" w:rsidP="00FB413F">
            <w:pPr>
              <w:pStyle w:val="SIBulletList2"/>
            </w:pPr>
            <w:r>
              <w:t>communications and navigational equipment</w:t>
            </w:r>
          </w:p>
          <w:p w14:paraId="68E76A85" w14:textId="45485CBC" w:rsidR="0046197C" w:rsidRPr="00FB413F" w:rsidRDefault="0046197C" w:rsidP="00FB413F">
            <w:pPr>
              <w:pStyle w:val="SIBulletList2"/>
            </w:pPr>
            <w:r>
              <w:lastRenderedPageBreak/>
              <w:t>basic survival tools and equipment</w:t>
            </w:r>
          </w:p>
          <w:p w14:paraId="0FD2614B" w14:textId="77777777" w:rsidR="00FB413F" w:rsidRPr="00FB413F" w:rsidRDefault="00FB413F" w:rsidP="00FB413F">
            <w:pPr>
              <w:pStyle w:val="SIBulletList2"/>
            </w:pPr>
            <w:r w:rsidRPr="00FB413F">
              <w:t>tools and equipment for work activities</w:t>
            </w:r>
          </w:p>
          <w:p w14:paraId="14EB2C14" w14:textId="14BF1ABC" w:rsidR="00FB413F" w:rsidRPr="00FB413F" w:rsidRDefault="0046197C" w:rsidP="00FB413F">
            <w:pPr>
              <w:pStyle w:val="SIBulletList2"/>
            </w:pPr>
            <w:r>
              <w:t>PPE</w:t>
            </w:r>
            <w:r w:rsidR="00FB413F" w:rsidRPr="00FB413F">
              <w:t xml:space="preserve"> </w:t>
            </w:r>
            <w:r w:rsidR="00041E01">
              <w:t>applicable</w:t>
            </w:r>
            <w:r>
              <w:t xml:space="preserve"> to operating</w:t>
            </w:r>
            <w:r w:rsidR="00FB413F" w:rsidRPr="00FB413F">
              <w:t xml:space="preserve"> in isolated </w:t>
            </w:r>
            <w:r>
              <w:t xml:space="preserve">and remote </w:t>
            </w:r>
            <w:r w:rsidR="00FB413F" w:rsidRPr="00FB413F">
              <w:t>working environments</w:t>
            </w:r>
          </w:p>
          <w:p w14:paraId="1D06A6BA" w14:textId="77777777" w:rsidR="00FB413F" w:rsidRPr="00FB413F" w:rsidRDefault="00FB413F" w:rsidP="00FB413F">
            <w:pPr>
              <w:pStyle w:val="SIBulletList1"/>
            </w:pPr>
            <w:r w:rsidRPr="00FB413F">
              <w:t>specifications:</w:t>
            </w:r>
          </w:p>
          <w:p w14:paraId="2336EE89" w14:textId="77777777" w:rsidR="00FB413F" w:rsidRPr="00FB413F" w:rsidRDefault="00FB413F" w:rsidP="00FB413F">
            <w:pPr>
              <w:pStyle w:val="SIBulletList2"/>
            </w:pPr>
            <w:r w:rsidRPr="00FB413F">
              <w:t>workplace documents including policies, procedures, processes, instructions and job specifications</w:t>
            </w:r>
          </w:p>
          <w:p w14:paraId="0D69C3C2" w14:textId="027163FC" w:rsidR="00FB413F" w:rsidRPr="00FB413F" w:rsidRDefault="00FB413F" w:rsidP="00FB413F">
            <w:pPr>
              <w:pStyle w:val="SIBulletList2"/>
            </w:pPr>
            <w:r w:rsidRPr="00FB413F">
              <w:t>manufacturer operating instructions for specific communications and navigational equipment</w:t>
            </w:r>
          </w:p>
          <w:p w14:paraId="2D878F9E" w14:textId="77777777" w:rsidR="00FB413F" w:rsidRPr="00FB413F" w:rsidRDefault="00FB413F" w:rsidP="00FB413F">
            <w:pPr>
              <w:pStyle w:val="SIBulletList1"/>
            </w:pPr>
            <w:r w:rsidRPr="00FB413F">
              <w:t>relationships:</w:t>
            </w:r>
          </w:p>
          <w:p w14:paraId="449D6555" w14:textId="65E8ED8C" w:rsidR="00FB413F" w:rsidRDefault="00FB413F" w:rsidP="00FB413F">
            <w:pPr>
              <w:pStyle w:val="SIBulletList2"/>
            </w:pPr>
            <w:r w:rsidRPr="00FB413F">
              <w:t>supervisor.</w:t>
            </w:r>
          </w:p>
          <w:p w14:paraId="33EE0095" w14:textId="77777777" w:rsidR="00FB413F" w:rsidRPr="00FB413F" w:rsidRDefault="00FB413F" w:rsidP="00FB413F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9F679B7" w14:textId="65454BE9" w:rsidR="00856D7C" w:rsidRPr="005404CB" w:rsidRDefault="00FB413F" w:rsidP="00FB413F">
            <w:pPr>
              <w:pStyle w:val="SIText"/>
              <w:rPr>
                <w:rFonts w:eastAsia="Calibri"/>
              </w:rPr>
            </w:pPr>
            <w:r w:rsidRPr="00FB413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577F290F" w:rsidR="00E17A92" w:rsidRPr="005404CB" w:rsidRDefault="00171BAD" w:rsidP="005404CB">
            <w:pPr>
              <w:pStyle w:val="SIText"/>
            </w:pPr>
            <w:hyperlink r:id="rId12" w:history="1">
              <w:r w:rsidR="00E17A92" w:rsidRPr="00171BAD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CE3F3" w14:textId="77777777" w:rsidR="00BD69B0" w:rsidRDefault="00BD69B0" w:rsidP="00BF3F0A">
      <w:r>
        <w:separator/>
      </w:r>
    </w:p>
    <w:p w14:paraId="4F31C1DC" w14:textId="77777777" w:rsidR="00BD69B0" w:rsidRDefault="00BD69B0"/>
  </w:endnote>
  <w:endnote w:type="continuationSeparator" w:id="0">
    <w:p w14:paraId="3128D797" w14:textId="77777777" w:rsidR="00BD69B0" w:rsidRDefault="00BD69B0" w:rsidP="00BF3F0A">
      <w:r>
        <w:continuationSeparator/>
      </w:r>
    </w:p>
    <w:p w14:paraId="06E38570" w14:textId="77777777" w:rsidR="00BD69B0" w:rsidRDefault="00BD6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8BA95" w14:textId="77777777" w:rsidR="00BD69B0" w:rsidRDefault="00BD69B0" w:rsidP="00BF3F0A">
      <w:r>
        <w:separator/>
      </w:r>
    </w:p>
    <w:p w14:paraId="0F3AD2B4" w14:textId="77777777" w:rsidR="00BD69B0" w:rsidRDefault="00BD69B0"/>
  </w:footnote>
  <w:footnote w:type="continuationSeparator" w:id="0">
    <w:p w14:paraId="6D7AC742" w14:textId="77777777" w:rsidR="00BD69B0" w:rsidRDefault="00BD69B0" w:rsidP="00BF3F0A">
      <w:r>
        <w:continuationSeparator/>
      </w:r>
    </w:p>
    <w:p w14:paraId="1A3B0E23" w14:textId="77777777" w:rsidR="00BD69B0" w:rsidRDefault="00BD69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1D7A5803" w:rsidR="009C2650" w:rsidRPr="0073054F" w:rsidRDefault="005D0C77" w:rsidP="0073054F">
    <w:sdt>
      <w:sdtPr>
        <w:rPr>
          <w:lang w:eastAsia="en-US"/>
        </w:rPr>
        <w:id w:val="-176692243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0CF9D6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67C4" w:rsidRPr="00A167C4">
      <w:rPr>
        <w:lang w:eastAsia="en-US"/>
      </w:rPr>
      <w:t>AHCWRK3</w:t>
    </w:r>
    <w:r w:rsidR="00487378">
      <w:t>X</w:t>
    </w:r>
    <w:r w:rsidR="00A167C4" w:rsidRPr="00A167C4">
      <w:rPr>
        <w:lang w:eastAsia="en-US"/>
      </w:rPr>
      <w:t>12 Operate in isolated and remote situations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6AD"/>
    <w:multiLevelType w:val="multilevel"/>
    <w:tmpl w:val="C6902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E63CE"/>
    <w:multiLevelType w:val="multilevel"/>
    <w:tmpl w:val="441678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AC50BA6"/>
    <w:multiLevelType w:val="multilevel"/>
    <w:tmpl w:val="17265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D42D38"/>
    <w:multiLevelType w:val="multilevel"/>
    <w:tmpl w:val="EAEE3F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DC0098"/>
    <w:multiLevelType w:val="multilevel"/>
    <w:tmpl w:val="F9EED5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614CDE"/>
    <w:multiLevelType w:val="multilevel"/>
    <w:tmpl w:val="269EF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7CF413D"/>
    <w:multiLevelType w:val="multilevel"/>
    <w:tmpl w:val="04660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5"/>
  </w:num>
  <w:num w:numId="4">
    <w:abstractNumId w:val="14"/>
  </w:num>
  <w:num w:numId="5">
    <w:abstractNumId w:val="8"/>
  </w:num>
  <w:num w:numId="6">
    <w:abstractNumId w:val="5"/>
  </w:num>
  <w:num w:numId="7">
    <w:abstractNumId w:val="4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0"/>
  </w:num>
  <w:num w:numId="13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0759"/>
    <w:rsid w:val="0001108F"/>
    <w:rsid w:val="000115E2"/>
    <w:rsid w:val="000126D0"/>
    <w:rsid w:val="0001296A"/>
    <w:rsid w:val="00016803"/>
    <w:rsid w:val="00023992"/>
    <w:rsid w:val="000275AE"/>
    <w:rsid w:val="0003463A"/>
    <w:rsid w:val="00041E01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236E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1BAD"/>
    <w:rsid w:val="00176E4F"/>
    <w:rsid w:val="00184C83"/>
    <w:rsid w:val="0018546B"/>
    <w:rsid w:val="00187255"/>
    <w:rsid w:val="001974B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6948"/>
    <w:rsid w:val="001F2BA5"/>
    <w:rsid w:val="001F308D"/>
    <w:rsid w:val="0020114C"/>
    <w:rsid w:val="00201A7C"/>
    <w:rsid w:val="0021210E"/>
    <w:rsid w:val="0021414D"/>
    <w:rsid w:val="00215967"/>
    <w:rsid w:val="00223124"/>
    <w:rsid w:val="00227D10"/>
    <w:rsid w:val="00233143"/>
    <w:rsid w:val="00233356"/>
    <w:rsid w:val="00234444"/>
    <w:rsid w:val="00241815"/>
    <w:rsid w:val="00242293"/>
    <w:rsid w:val="00244EA7"/>
    <w:rsid w:val="00253A07"/>
    <w:rsid w:val="00262CA1"/>
    <w:rsid w:val="00262FC3"/>
    <w:rsid w:val="002631F0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2773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1BF3"/>
    <w:rsid w:val="00373436"/>
    <w:rsid w:val="003744A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1153"/>
    <w:rsid w:val="003D2E73"/>
    <w:rsid w:val="003D41D2"/>
    <w:rsid w:val="003D5097"/>
    <w:rsid w:val="003E72B6"/>
    <w:rsid w:val="003E7BBE"/>
    <w:rsid w:val="003F5B82"/>
    <w:rsid w:val="004127E3"/>
    <w:rsid w:val="004272A1"/>
    <w:rsid w:val="0043212E"/>
    <w:rsid w:val="00434366"/>
    <w:rsid w:val="00434ECE"/>
    <w:rsid w:val="0043637D"/>
    <w:rsid w:val="00444423"/>
    <w:rsid w:val="00452F3E"/>
    <w:rsid w:val="0046197C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7378"/>
    <w:rsid w:val="004A142B"/>
    <w:rsid w:val="004A3860"/>
    <w:rsid w:val="004A44E8"/>
    <w:rsid w:val="004A581D"/>
    <w:rsid w:val="004A7706"/>
    <w:rsid w:val="004A77E3"/>
    <w:rsid w:val="004B29B7"/>
    <w:rsid w:val="004B781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6986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38A6"/>
    <w:rsid w:val="00564ADD"/>
    <w:rsid w:val="005708EB"/>
    <w:rsid w:val="00575BC6"/>
    <w:rsid w:val="00583902"/>
    <w:rsid w:val="00587095"/>
    <w:rsid w:val="005A1D70"/>
    <w:rsid w:val="005A3AA5"/>
    <w:rsid w:val="005A6C9C"/>
    <w:rsid w:val="005A74DC"/>
    <w:rsid w:val="005B5146"/>
    <w:rsid w:val="005D0C77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8E4"/>
    <w:rsid w:val="00727901"/>
    <w:rsid w:val="0073054F"/>
    <w:rsid w:val="0073075B"/>
    <w:rsid w:val="00731DDF"/>
    <w:rsid w:val="0073404B"/>
    <w:rsid w:val="007341FF"/>
    <w:rsid w:val="0074001F"/>
    <w:rsid w:val="007404E9"/>
    <w:rsid w:val="00743929"/>
    <w:rsid w:val="007444CF"/>
    <w:rsid w:val="00752C75"/>
    <w:rsid w:val="00757005"/>
    <w:rsid w:val="00761DBE"/>
    <w:rsid w:val="0076523B"/>
    <w:rsid w:val="00770FC4"/>
    <w:rsid w:val="00771B60"/>
    <w:rsid w:val="00781D77"/>
    <w:rsid w:val="00783549"/>
    <w:rsid w:val="007860B7"/>
    <w:rsid w:val="00786DC8"/>
    <w:rsid w:val="007A300D"/>
    <w:rsid w:val="007C073C"/>
    <w:rsid w:val="007D48B6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99C"/>
    <w:rsid w:val="00837FD6"/>
    <w:rsid w:val="00841291"/>
    <w:rsid w:val="00847B60"/>
    <w:rsid w:val="00850243"/>
    <w:rsid w:val="00851BE5"/>
    <w:rsid w:val="008545EB"/>
    <w:rsid w:val="0085484C"/>
    <w:rsid w:val="00856D7C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2BF"/>
    <w:rsid w:val="008B663E"/>
    <w:rsid w:val="008B7138"/>
    <w:rsid w:val="008E225E"/>
    <w:rsid w:val="008E260C"/>
    <w:rsid w:val="008E39BE"/>
    <w:rsid w:val="008E62EC"/>
    <w:rsid w:val="008F0322"/>
    <w:rsid w:val="008F32F6"/>
    <w:rsid w:val="00912B9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67B4F"/>
    <w:rsid w:val="00970747"/>
    <w:rsid w:val="00992D32"/>
    <w:rsid w:val="00997BFC"/>
    <w:rsid w:val="009A5900"/>
    <w:rsid w:val="009A6E6C"/>
    <w:rsid w:val="009A6F3F"/>
    <w:rsid w:val="009B331A"/>
    <w:rsid w:val="009C144A"/>
    <w:rsid w:val="009C2650"/>
    <w:rsid w:val="009D15E2"/>
    <w:rsid w:val="009D15FE"/>
    <w:rsid w:val="009D5D2C"/>
    <w:rsid w:val="009E07D2"/>
    <w:rsid w:val="009E31FB"/>
    <w:rsid w:val="009F0DCC"/>
    <w:rsid w:val="009F11CA"/>
    <w:rsid w:val="00A0695B"/>
    <w:rsid w:val="00A13052"/>
    <w:rsid w:val="00A167C4"/>
    <w:rsid w:val="00A216A8"/>
    <w:rsid w:val="00A223A6"/>
    <w:rsid w:val="00A30D0E"/>
    <w:rsid w:val="00A3639E"/>
    <w:rsid w:val="00A5092E"/>
    <w:rsid w:val="00A53B5E"/>
    <w:rsid w:val="00A554D6"/>
    <w:rsid w:val="00A56E14"/>
    <w:rsid w:val="00A6476B"/>
    <w:rsid w:val="00A7525A"/>
    <w:rsid w:val="00A76C6C"/>
    <w:rsid w:val="00A76F25"/>
    <w:rsid w:val="00A87356"/>
    <w:rsid w:val="00A92DD1"/>
    <w:rsid w:val="00A954DE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647B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D69B0"/>
    <w:rsid w:val="00BE5889"/>
    <w:rsid w:val="00BF1D4C"/>
    <w:rsid w:val="00BF24F1"/>
    <w:rsid w:val="00BF3F0A"/>
    <w:rsid w:val="00BF47A9"/>
    <w:rsid w:val="00C04238"/>
    <w:rsid w:val="00C143C3"/>
    <w:rsid w:val="00C1739B"/>
    <w:rsid w:val="00C21ADE"/>
    <w:rsid w:val="00C23D97"/>
    <w:rsid w:val="00C26067"/>
    <w:rsid w:val="00C30A29"/>
    <w:rsid w:val="00C317DC"/>
    <w:rsid w:val="00C3286E"/>
    <w:rsid w:val="00C500F4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365B"/>
    <w:rsid w:val="00CE6486"/>
    <w:rsid w:val="00CE7D19"/>
    <w:rsid w:val="00CF0CF5"/>
    <w:rsid w:val="00CF2B3E"/>
    <w:rsid w:val="00CF4637"/>
    <w:rsid w:val="00D0201F"/>
    <w:rsid w:val="00D03685"/>
    <w:rsid w:val="00D07D4E"/>
    <w:rsid w:val="00D115AA"/>
    <w:rsid w:val="00D145BE"/>
    <w:rsid w:val="00D173FC"/>
    <w:rsid w:val="00D2035A"/>
    <w:rsid w:val="00D20C57"/>
    <w:rsid w:val="00D25D16"/>
    <w:rsid w:val="00D32124"/>
    <w:rsid w:val="00D54C76"/>
    <w:rsid w:val="00D632BB"/>
    <w:rsid w:val="00D71E43"/>
    <w:rsid w:val="00D72783"/>
    <w:rsid w:val="00D727F3"/>
    <w:rsid w:val="00D73695"/>
    <w:rsid w:val="00D810DE"/>
    <w:rsid w:val="00D87D32"/>
    <w:rsid w:val="00D900BE"/>
    <w:rsid w:val="00D91188"/>
    <w:rsid w:val="00D911DD"/>
    <w:rsid w:val="00D92C83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01F9F"/>
    <w:rsid w:val="00E13197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E042F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5E8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FEB"/>
    <w:rsid w:val="00FA56FA"/>
    <w:rsid w:val="00FB0C02"/>
    <w:rsid w:val="00FB232E"/>
    <w:rsid w:val="00FB413F"/>
    <w:rsid w:val="00FD557D"/>
    <w:rsid w:val="00FE0282"/>
    <w:rsid w:val="00FE124D"/>
    <w:rsid w:val="00FE21A5"/>
    <w:rsid w:val="00FE792C"/>
    <w:rsid w:val="00FF58F8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7278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171B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171BA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FA32F-98FF-4EFD-AF93-A3111B7F9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286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109</cp:revision>
  <cp:lastPrinted>2016-05-27T05:21:00Z</cp:lastPrinted>
  <dcterms:created xsi:type="dcterms:W3CDTF">2021-08-11T23:10:00Z</dcterms:created>
  <dcterms:modified xsi:type="dcterms:W3CDTF">2021-11-25T07:42:00Z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